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177" w:rsidRPr="00456A6F" w:rsidRDefault="00456A6F" w:rsidP="00230177">
      <w:pPr>
        <w:pStyle w:val="berschrift1"/>
        <w:spacing w:before="0" w:after="0" w:line="276" w:lineRule="auto"/>
        <w:jc w:val="left"/>
        <w:rPr>
          <w:lang w:val="es-ES_tradnl"/>
        </w:rPr>
      </w:pPr>
      <w:r w:rsidRPr="00456A6F">
        <w:rPr>
          <w:lang w:val="es-ES_tradnl"/>
        </w:rPr>
        <w:t>T</w:t>
      </w:r>
      <w:r>
        <w:rPr>
          <w:lang w:val="es-ES_tradnl"/>
        </w:rPr>
        <w:t>rabajo en equipo: Las máquinas del Wirtgen Group preparan el suelo para la nueva fábrica de B enninghoven</w:t>
      </w:r>
    </w:p>
    <w:p w:rsidR="0030316D" w:rsidRPr="00456A6F" w:rsidRDefault="0030316D" w:rsidP="0030316D">
      <w:pPr>
        <w:pStyle w:val="Text"/>
        <w:rPr>
          <w:lang w:val="es-ES_tradnl"/>
        </w:rPr>
      </w:pPr>
    </w:p>
    <w:p w:rsidR="00285B1A" w:rsidRPr="00C838E0" w:rsidRDefault="00285B1A" w:rsidP="00285B1A">
      <w:pPr>
        <w:autoSpaceDE w:val="0"/>
        <w:autoSpaceDN w:val="0"/>
        <w:adjustRightInd w:val="0"/>
        <w:spacing w:line="276" w:lineRule="auto"/>
        <w:jc w:val="both"/>
        <w:rPr>
          <w:rFonts w:cs="AvenirNextLTPro-Regular"/>
          <w:b/>
          <w:sz w:val="22"/>
          <w:szCs w:val="22"/>
          <w:lang w:val="es-ES_tradnl"/>
        </w:rPr>
      </w:pPr>
      <w:r w:rsidRPr="00C838E0">
        <w:rPr>
          <w:rFonts w:cs="AvenirNextLTPro-Regular"/>
          <w:b/>
          <w:sz w:val="22"/>
          <w:szCs w:val="22"/>
          <w:lang w:val="es-ES_tradnl"/>
        </w:rPr>
        <w:t>Actualmente, la nueva fábrica de Benninghoven está surgiendo sobre una superficie majestuosa de 310 000 m² en Wittlich</w:t>
      </w:r>
      <w:r w:rsidR="001108F1">
        <w:rPr>
          <w:rFonts w:cs="AvenirNextLTPro-Regular"/>
          <w:b/>
          <w:sz w:val="22"/>
          <w:szCs w:val="22"/>
          <w:lang w:val="es-ES_tradnl"/>
        </w:rPr>
        <w:t>-Wengerohr for 130 milliones de Euros</w:t>
      </w:r>
      <w:r w:rsidRPr="00C838E0">
        <w:rPr>
          <w:rFonts w:cs="AvenirNextLTPro-Regular"/>
          <w:b/>
          <w:sz w:val="22"/>
          <w:szCs w:val="22"/>
          <w:lang w:val="es-ES_tradnl"/>
        </w:rPr>
        <w:t>. Una cosa es segura: la fábrica se encuentra sobre un fundamento sólido, puesto que las estabilizadoras de suelos de Wirtgen y los compactadores de Hamm lograron extender una capa de base muy firme.</w:t>
      </w:r>
    </w:p>
    <w:p w:rsidR="00285B1A" w:rsidRPr="002F6E6A" w:rsidRDefault="00285B1A" w:rsidP="00285B1A">
      <w:pPr>
        <w:spacing w:line="276" w:lineRule="auto"/>
        <w:jc w:val="both"/>
        <w:rPr>
          <w:rFonts w:cs="AvenirNextLTPro-Regular"/>
          <w:sz w:val="22"/>
          <w:szCs w:val="22"/>
          <w:lang w:val="es-ES_tradnl"/>
        </w:rPr>
      </w:pP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E n primer lugar, los ingenieros civiles</w:t>
      </w:r>
      <w:r>
        <w:rPr>
          <w:rFonts w:cs="AvenirNextLTPro-Regular"/>
          <w:sz w:val="22"/>
          <w:szCs w:val="22"/>
          <w:lang w:val="es-ES_tradnl"/>
        </w:rPr>
        <w:t xml:space="preserve"> </w:t>
      </w:r>
      <w:r w:rsidRPr="002F6E6A">
        <w:rPr>
          <w:rFonts w:cs="AvenirNextLTPro-Regular"/>
          <w:sz w:val="22"/>
          <w:szCs w:val="22"/>
          <w:lang w:val="es-ES_tradnl"/>
        </w:rPr>
        <w:t>tenían el control total en la obra. De</w:t>
      </w:r>
      <w:r>
        <w:rPr>
          <w:rFonts w:cs="AvenirNextLTPro-Regular"/>
          <w:sz w:val="22"/>
          <w:szCs w:val="22"/>
          <w:lang w:val="es-ES_tradnl"/>
        </w:rPr>
        <w:t xml:space="preserve"> </w:t>
      </w:r>
      <w:r w:rsidRPr="002F6E6A">
        <w:rPr>
          <w:rFonts w:cs="AvenirNextLTPro-Regular"/>
          <w:sz w:val="22"/>
          <w:szCs w:val="22"/>
          <w:lang w:val="es-ES_tradnl"/>
        </w:rPr>
        <w:t>acuerdo con el encargo, una de sus</w:t>
      </w:r>
      <w:r>
        <w:rPr>
          <w:rFonts w:cs="AvenirNextLTPro-Regular"/>
          <w:sz w:val="22"/>
          <w:szCs w:val="22"/>
          <w:lang w:val="es-ES_tradnl"/>
        </w:rPr>
        <w:t xml:space="preserve"> </w:t>
      </w:r>
      <w:r w:rsidRPr="002F6E6A">
        <w:rPr>
          <w:rFonts w:cs="AvenirNextLTPro-Regular"/>
          <w:sz w:val="22"/>
          <w:szCs w:val="22"/>
          <w:lang w:val="es-ES_tradnl"/>
        </w:rPr>
        <w:t>principales tareas consistía en generar</w:t>
      </w:r>
      <w:r>
        <w:rPr>
          <w:rFonts w:cs="AvenirNextLTPro-Regular"/>
          <w:sz w:val="22"/>
          <w:szCs w:val="22"/>
          <w:lang w:val="es-ES_tradnl"/>
        </w:rPr>
        <w:t xml:space="preserve"> </w:t>
      </w:r>
      <w:r w:rsidRPr="002F6E6A">
        <w:rPr>
          <w:rFonts w:cs="AvenirNextLTPro-Regular"/>
          <w:sz w:val="22"/>
          <w:szCs w:val="22"/>
          <w:lang w:val="es-ES_tradnl"/>
        </w:rPr>
        <w:t>superficies planas con suficiente capacidad de</w:t>
      </w:r>
      <w:r>
        <w:rPr>
          <w:rFonts w:cs="AvenirNextLTPro-Regular"/>
          <w:sz w:val="22"/>
          <w:szCs w:val="22"/>
          <w:lang w:val="es-ES_tradnl"/>
        </w:rPr>
        <w:t xml:space="preserve"> </w:t>
      </w:r>
      <w:r w:rsidRPr="002F6E6A">
        <w:rPr>
          <w:rFonts w:cs="AvenirNextLTPro-Regular"/>
          <w:sz w:val="22"/>
          <w:szCs w:val="22"/>
          <w:lang w:val="es-ES_tradnl"/>
        </w:rPr>
        <w:t>carga para la sala de producción y logística de</w:t>
      </w:r>
      <w:r>
        <w:rPr>
          <w:rFonts w:cs="AvenirNextLTPro-Regular"/>
          <w:sz w:val="22"/>
          <w:szCs w:val="22"/>
          <w:lang w:val="es-ES_tradnl"/>
        </w:rPr>
        <w:t xml:space="preserve"> </w:t>
      </w:r>
      <w:r w:rsidRPr="002F6E6A">
        <w:rPr>
          <w:rFonts w:cs="AvenirNextLTPro-Regular"/>
          <w:sz w:val="22"/>
          <w:szCs w:val="22"/>
          <w:lang w:val="es-ES_tradnl"/>
        </w:rPr>
        <w:t>60 000 m² y construir el edificio central de oficinas</w:t>
      </w:r>
      <w:r>
        <w:rPr>
          <w:rFonts w:cs="AvenirNextLTPro-Regular"/>
          <w:sz w:val="22"/>
          <w:szCs w:val="22"/>
          <w:lang w:val="es-ES_tradnl"/>
        </w:rPr>
        <w:t xml:space="preserve"> </w:t>
      </w:r>
      <w:r w:rsidRPr="002F6E6A">
        <w:rPr>
          <w:rFonts w:cs="AvenirNextLTPro-Regular"/>
          <w:sz w:val="22"/>
          <w:szCs w:val="22"/>
          <w:lang w:val="es-ES_tradnl"/>
        </w:rPr>
        <w:t>de 12 000 m², así como las vías de transporte. Para</w:t>
      </w:r>
      <w:r>
        <w:rPr>
          <w:rFonts w:cs="AvenirNextLTPro-Regular"/>
          <w:sz w:val="22"/>
          <w:szCs w:val="22"/>
          <w:lang w:val="es-ES_tradnl"/>
        </w:rPr>
        <w:t xml:space="preserve"> </w:t>
      </w:r>
      <w:r w:rsidRPr="002F6E6A">
        <w:rPr>
          <w:rFonts w:cs="AvenirNextLTPro-Regular"/>
          <w:sz w:val="22"/>
          <w:szCs w:val="22"/>
          <w:lang w:val="es-ES_tradnl"/>
        </w:rPr>
        <w:t>ello, fue necesario estructurar y estabilizar nuevamente</w:t>
      </w:r>
      <w:r>
        <w:rPr>
          <w:rFonts w:cs="AvenirNextLTPro-Regular"/>
          <w:sz w:val="22"/>
          <w:szCs w:val="22"/>
          <w:lang w:val="es-ES_tradnl"/>
        </w:rPr>
        <w:t xml:space="preserve"> </w:t>
      </w:r>
      <w:r w:rsidRPr="002F6E6A">
        <w:rPr>
          <w:rFonts w:cs="AvenirNextLTPro-Regular"/>
          <w:sz w:val="22"/>
          <w:szCs w:val="22"/>
          <w:lang w:val="es-ES_tradnl"/>
        </w:rPr>
        <w:t xml:space="preserve">el terreno. </w:t>
      </w:r>
    </w:p>
    <w:p w:rsidR="00285B1A" w:rsidRDefault="00285B1A" w:rsidP="00285B1A">
      <w:pPr>
        <w:autoSpaceDE w:val="0"/>
        <w:autoSpaceDN w:val="0"/>
        <w:adjustRightInd w:val="0"/>
        <w:spacing w:line="276" w:lineRule="auto"/>
        <w:jc w:val="both"/>
        <w:rPr>
          <w:rFonts w:cs="AvenirNextLTPro-Regular"/>
          <w:sz w:val="22"/>
          <w:szCs w:val="22"/>
          <w:lang w:val="es-ES_tradnl"/>
        </w:rPr>
      </w:pP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«La diferencia de altura era originariamente</w:t>
      </w:r>
      <w:r>
        <w:rPr>
          <w:rFonts w:cs="AvenirNextLTPro-Regular"/>
          <w:sz w:val="22"/>
          <w:szCs w:val="22"/>
          <w:lang w:val="es-ES_tradnl"/>
        </w:rPr>
        <w:t xml:space="preserve"> </w:t>
      </w:r>
      <w:r w:rsidRPr="002F6E6A">
        <w:rPr>
          <w:rFonts w:cs="AvenirNextLTPro-Regular"/>
          <w:sz w:val="22"/>
          <w:szCs w:val="22"/>
          <w:lang w:val="es-ES_tradnl"/>
        </w:rPr>
        <w:t>de 8 - 9 m. Con el fin de equilibrar el área,</w:t>
      </w:r>
      <w:r>
        <w:rPr>
          <w:rFonts w:cs="AvenirNextLTPro-Regular"/>
          <w:sz w:val="22"/>
          <w:szCs w:val="22"/>
          <w:lang w:val="es-ES_tradnl"/>
        </w:rPr>
        <w:t xml:space="preserve"> </w:t>
      </w:r>
      <w:r w:rsidRPr="002F6E6A">
        <w:rPr>
          <w:rFonts w:cs="AvenirNextLTPro-Regular"/>
          <w:sz w:val="22"/>
          <w:szCs w:val="22"/>
          <w:lang w:val="es-ES_tradnl"/>
        </w:rPr>
        <w:t>era necesario fresar alrededor de 400 000 m³ de</w:t>
      </w:r>
      <w:r>
        <w:rPr>
          <w:rFonts w:cs="AvenirNextLTPro-Regular"/>
          <w:sz w:val="22"/>
          <w:szCs w:val="22"/>
          <w:lang w:val="es-ES_tradnl"/>
        </w:rPr>
        <w:t xml:space="preserve"> </w:t>
      </w:r>
      <w:r w:rsidRPr="002F6E6A">
        <w:rPr>
          <w:rFonts w:cs="AvenirNextLTPro-Regular"/>
          <w:sz w:val="22"/>
          <w:szCs w:val="22"/>
          <w:lang w:val="es-ES_tradnl"/>
        </w:rPr>
        <w:t>suelo para después extender una capa nueva», explica</w:t>
      </w:r>
      <w:r>
        <w:rPr>
          <w:rFonts w:cs="AvenirNextLTPro-Regular"/>
          <w:sz w:val="22"/>
          <w:szCs w:val="22"/>
          <w:lang w:val="es-ES_tradnl"/>
        </w:rPr>
        <w:t xml:space="preserve"> </w:t>
      </w:r>
      <w:r w:rsidRPr="002F6E6A">
        <w:rPr>
          <w:rFonts w:cs="AvenirNextLTPro-Regular"/>
          <w:sz w:val="22"/>
          <w:szCs w:val="22"/>
          <w:lang w:val="es-ES_tradnl"/>
        </w:rPr>
        <w:t>Heinrich Plein, ingeniero de producción de</w:t>
      </w:r>
      <w:r>
        <w:rPr>
          <w:rFonts w:cs="AvenirNextLTPro-Regular"/>
          <w:sz w:val="22"/>
          <w:szCs w:val="22"/>
          <w:lang w:val="es-ES_tradnl"/>
        </w:rPr>
        <w:t xml:space="preserve"> </w:t>
      </w:r>
      <w:r w:rsidRPr="002F6E6A">
        <w:rPr>
          <w:rFonts w:cs="AvenirNextLTPro-Regular"/>
          <w:sz w:val="22"/>
          <w:szCs w:val="22"/>
          <w:lang w:val="es-ES_tradnl"/>
        </w:rPr>
        <w:t>Benninghoven y miembro del equipo interno de supervisión de obras. El ingeniero se alegra de que,</w:t>
      </w:r>
      <w:r>
        <w:rPr>
          <w:rFonts w:cs="AvenirNextLTPro-Regular"/>
          <w:sz w:val="22"/>
          <w:szCs w:val="22"/>
          <w:lang w:val="es-ES_tradnl"/>
        </w:rPr>
        <w:t xml:space="preserve"> </w:t>
      </w:r>
      <w:r w:rsidRPr="002F6E6A">
        <w:rPr>
          <w:rFonts w:cs="AvenirNextLTPro-Regular"/>
          <w:sz w:val="22"/>
          <w:szCs w:val="22"/>
          <w:lang w:val="es-ES_tradnl"/>
        </w:rPr>
        <w:t>día tras día, el terreno adopta cada vez más la forma</w:t>
      </w:r>
      <w:r>
        <w:rPr>
          <w:rFonts w:cs="AvenirNextLTPro-Regular"/>
          <w:sz w:val="22"/>
          <w:szCs w:val="22"/>
          <w:lang w:val="es-ES_tradnl"/>
        </w:rPr>
        <w:t xml:space="preserve"> </w:t>
      </w:r>
      <w:r w:rsidRPr="002F6E6A">
        <w:rPr>
          <w:rFonts w:cs="AvenirNextLTPro-Regular"/>
          <w:sz w:val="22"/>
          <w:szCs w:val="22"/>
          <w:lang w:val="es-ES_tradnl"/>
        </w:rPr>
        <w:t>que se quiere alcanzar, ya que él tiene el objetivo</w:t>
      </w:r>
      <w:r>
        <w:rPr>
          <w:rFonts w:cs="AvenirNextLTPro-Regular"/>
          <w:sz w:val="22"/>
          <w:szCs w:val="22"/>
          <w:lang w:val="es-ES_tradnl"/>
        </w:rPr>
        <w:t xml:space="preserve"> </w:t>
      </w:r>
      <w:r w:rsidRPr="002F6E6A">
        <w:rPr>
          <w:rFonts w:cs="AvenirNextLTPro-Regular"/>
          <w:sz w:val="22"/>
          <w:szCs w:val="22"/>
          <w:lang w:val="es-ES_tradnl"/>
        </w:rPr>
        <w:t>muy claro: «Nosotros creamos las condiciones para</w:t>
      </w:r>
      <w:r>
        <w:rPr>
          <w:rFonts w:cs="AvenirNextLTPro-Regular"/>
          <w:sz w:val="22"/>
          <w:szCs w:val="22"/>
          <w:lang w:val="es-ES_tradnl"/>
        </w:rPr>
        <w:t xml:space="preserve"> </w:t>
      </w:r>
      <w:r w:rsidRPr="002F6E6A">
        <w:rPr>
          <w:rFonts w:cs="AvenirNextLTPro-Regular"/>
          <w:sz w:val="22"/>
          <w:szCs w:val="22"/>
          <w:lang w:val="es-ES_tradnl"/>
        </w:rPr>
        <w:t>una producción altamente moderna, con la que estamos</w:t>
      </w:r>
      <w:r>
        <w:rPr>
          <w:rFonts w:cs="AvenirNextLTPro-Regular"/>
          <w:sz w:val="22"/>
          <w:szCs w:val="22"/>
          <w:lang w:val="es-ES_tradnl"/>
        </w:rPr>
        <w:t xml:space="preserve"> </w:t>
      </w:r>
      <w:r w:rsidRPr="002F6E6A">
        <w:rPr>
          <w:rFonts w:cs="AvenirNextLTPro-Regular"/>
          <w:sz w:val="22"/>
          <w:szCs w:val="22"/>
          <w:lang w:val="es-ES_tradnl"/>
        </w:rPr>
        <w:t>en disposición de producir mayores cantidades</w:t>
      </w:r>
      <w:r>
        <w:rPr>
          <w:rFonts w:cs="AvenirNextLTPro-Regular"/>
          <w:sz w:val="22"/>
          <w:szCs w:val="22"/>
          <w:lang w:val="es-ES_tradnl"/>
        </w:rPr>
        <w:t xml:space="preserve"> </w:t>
      </w:r>
      <w:r w:rsidRPr="002F6E6A">
        <w:rPr>
          <w:rFonts w:cs="AvenirNextLTPro-Regular"/>
          <w:sz w:val="22"/>
          <w:szCs w:val="22"/>
          <w:lang w:val="es-ES_tradnl"/>
        </w:rPr>
        <w:t>de instalaciones de mezcla de primera calidad</w:t>
      </w:r>
      <w:r>
        <w:rPr>
          <w:rFonts w:cs="AvenirNextLTPro-Regular"/>
          <w:sz w:val="22"/>
          <w:szCs w:val="22"/>
          <w:lang w:val="es-ES_tradnl"/>
        </w:rPr>
        <w:t xml:space="preserve"> </w:t>
      </w:r>
      <w:r w:rsidRPr="002F6E6A">
        <w:rPr>
          <w:rFonts w:cs="AvenirNextLTPro-Regular"/>
          <w:sz w:val="22"/>
          <w:szCs w:val="22"/>
          <w:lang w:val="es-ES_tradnl"/>
        </w:rPr>
        <w:t>que las que se producían hasta ahora. Es por ello que</w:t>
      </w:r>
      <w:r>
        <w:rPr>
          <w:rFonts w:cs="AvenirNextLTPro-Regular"/>
          <w:sz w:val="22"/>
          <w:szCs w:val="22"/>
          <w:lang w:val="es-ES_tradnl"/>
        </w:rPr>
        <w:t xml:space="preserve"> </w:t>
      </w:r>
      <w:r w:rsidRPr="002F6E6A">
        <w:rPr>
          <w:rFonts w:cs="AvenirNextLTPro-Regular"/>
          <w:sz w:val="22"/>
          <w:szCs w:val="22"/>
          <w:lang w:val="es-ES_tradnl"/>
        </w:rPr>
        <w:t>desde el principio le damos mucha importancia a la</w:t>
      </w:r>
      <w:r>
        <w:rPr>
          <w:rFonts w:cs="AvenirNextLTPro-Regular"/>
          <w:sz w:val="22"/>
          <w:szCs w:val="22"/>
          <w:lang w:val="es-ES_tradnl"/>
        </w:rPr>
        <w:t xml:space="preserve"> </w:t>
      </w:r>
      <w:r w:rsidRPr="002F6E6A">
        <w:rPr>
          <w:rFonts w:cs="AvenirNextLTPro-Regular"/>
          <w:sz w:val="22"/>
          <w:szCs w:val="22"/>
          <w:lang w:val="es-ES_tradnl"/>
        </w:rPr>
        <w:t>calidad, es decir, desde la capa de base».</w:t>
      </w:r>
    </w:p>
    <w:p w:rsidR="00285B1A" w:rsidRPr="002F6E6A" w:rsidRDefault="00285B1A" w:rsidP="00285B1A">
      <w:pPr>
        <w:autoSpaceDE w:val="0"/>
        <w:autoSpaceDN w:val="0"/>
        <w:adjustRightInd w:val="0"/>
        <w:spacing w:line="276" w:lineRule="auto"/>
        <w:jc w:val="both"/>
        <w:rPr>
          <w:rFonts w:cs="AvenirNextLTPro-Regular"/>
          <w:sz w:val="22"/>
          <w:szCs w:val="22"/>
          <w:lang w:val="es-ES_tradnl"/>
        </w:rPr>
      </w:pPr>
    </w:p>
    <w:p w:rsidR="00285B1A" w:rsidRPr="002F6E6A" w:rsidRDefault="00285B1A" w:rsidP="00285B1A">
      <w:pPr>
        <w:autoSpaceDE w:val="0"/>
        <w:autoSpaceDN w:val="0"/>
        <w:adjustRightInd w:val="0"/>
        <w:spacing w:line="276" w:lineRule="auto"/>
        <w:jc w:val="both"/>
        <w:rPr>
          <w:rFonts w:cs="AvenirNextLTPro-Demi"/>
          <w:b/>
          <w:sz w:val="22"/>
          <w:szCs w:val="22"/>
          <w:lang w:val="es-ES_tradnl"/>
        </w:rPr>
      </w:pPr>
      <w:r w:rsidRPr="002F6E6A">
        <w:rPr>
          <w:rFonts w:cs="AvenirNextLTPro-Demi"/>
          <w:b/>
          <w:sz w:val="22"/>
          <w:szCs w:val="22"/>
          <w:lang w:val="es-ES_tradnl"/>
        </w:rPr>
        <w:t>Calidad de principio a fin</w:t>
      </w: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2 estabilizadoras de suelos y hasta 6 compactadores</w:t>
      </w:r>
      <w:r>
        <w:rPr>
          <w:rFonts w:cs="AvenirNextLTPro-Regular"/>
          <w:sz w:val="22"/>
          <w:szCs w:val="22"/>
          <w:lang w:val="es-ES_tradnl"/>
        </w:rPr>
        <w:t xml:space="preserve"> </w:t>
      </w:r>
      <w:r w:rsidRPr="002F6E6A">
        <w:rPr>
          <w:rFonts w:cs="AvenirNextLTPro-Regular"/>
          <w:sz w:val="22"/>
          <w:szCs w:val="22"/>
          <w:lang w:val="es-ES_tradnl"/>
        </w:rPr>
        <w:t>de Hamm tuvieron el papel protagónico en este trabajo</w:t>
      </w:r>
      <w:r>
        <w:rPr>
          <w:rFonts w:cs="AvenirNextLTPro-Regular"/>
          <w:sz w:val="22"/>
          <w:szCs w:val="22"/>
          <w:lang w:val="es-ES_tradnl"/>
        </w:rPr>
        <w:t xml:space="preserve"> </w:t>
      </w:r>
      <w:r w:rsidRPr="002F6E6A">
        <w:rPr>
          <w:rFonts w:cs="AvenirNextLTPro-Regular"/>
          <w:sz w:val="22"/>
          <w:szCs w:val="22"/>
          <w:lang w:val="es-ES_tradnl"/>
        </w:rPr>
        <w:t>de base. Utilizando estas estabilizadoras de</w:t>
      </w:r>
      <w:r>
        <w:rPr>
          <w:rFonts w:cs="AvenirNextLTPro-Regular"/>
          <w:sz w:val="22"/>
          <w:szCs w:val="22"/>
          <w:lang w:val="es-ES_tradnl"/>
        </w:rPr>
        <w:t xml:space="preserve"> </w:t>
      </w:r>
      <w:r w:rsidRPr="002F6E6A">
        <w:rPr>
          <w:rFonts w:cs="AvenirNextLTPro-Regular"/>
          <w:sz w:val="22"/>
          <w:szCs w:val="22"/>
          <w:lang w:val="es-ES_tradnl"/>
        </w:rPr>
        <w:t>suelos, el equipo de EBS Bodenstabilisierung GmbH</w:t>
      </w:r>
      <w:r>
        <w:rPr>
          <w:rFonts w:cs="AvenirNextLTPro-Regular"/>
          <w:sz w:val="22"/>
          <w:szCs w:val="22"/>
          <w:lang w:val="es-ES_tradnl"/>
        </w:rPr>
        <w:t xml:space="preserve"> </w:t>
      </w:r>
      <w:r w:rsidRPr="002F6E6A">
        <w:rPr>
          <w:rFonts w:cs="AvenirNextLTPro-Regular"/>
          <w:sz w:val="22"/>
          <w:szCs w:val="22"/>
          <w:lang w:val="es-ES_tradnl"/>
        </w:rPr>
        <w:t>añadió una mezcla de cal y cemento, de acuerdo con</w:t>
      </w:r>
      <w:r>
        <w:rPr>
          <w:rFonts w:cs="AvenirNextLTPro-Regular"/>
          <w:sz w:val="22"/>
          <w:szCs w:val="22"/>
          <w:lang w:val="es-ES_tradnl"/>
        </w:rPr>
        <w:t xml:space="preserve"> </w:t>
      </w:r>
      <w:r w:rsidRPr="002F6E6A">
        <w:rPr>
          <w:rFonts w:cs="AvenirNextLTPro-Regular"/>
          <w:sz w:val="22"/>
          <w:szCs w:val="22"/>
          <w:lang w:val="es-ES_tradnl"/>
        </w:rPr>
        <w:t>la calidad del suelo, hasta en 12 capas de 40 cm de</w:t>
      </w:r>
      <w:r>
        <w:rPr>
          <w:rFonts w:cs="AvenirNextLTPro-Regular"/>
          <w:sz w:val="22"/>
          <w:szCs w:val="22"/>
          <w:lang w:val="es-ES_tradnl"/>
        </w:rPr>
        <w:t xml:space="preserve"> </w:t>
      </w:r>
      <w:r w:rsidRPr="002F6E6A">
        <w:rPr>
          <w:rFonts w:cs="AvenirNextLTPro-Regular"/>
          <w:sz w:val="22"/>
          <w:szCs w:val="22"/>
          <w:lang w:val="es-ES_tradnl"/>
        </w:rPr>
        <w:t xml:space="preserve">profundidad cada una. </w:t>
      </w:r>
    </w:p>
    <w:p w:rsidR="00285B1A" w:rsidRDefault="00285B1A" w:rsidP="00285B1A">
      <w:pPr>
        <w:autoSpaceDE w:val="0"/>
        <w:autoSpaceDN w:val="0"/>
        <w:adjustRightInd w:val="0"/>
        <w:spacing w:line="276" w:lineRule="auto"/>
        <w:jc w:val="both"/>
        <w:rPr>
          <w:rFonts w:cs="AvenirNextLTPro-Regular"/>
          <w:sz w:val="22"/>
          <w:szCs w:val="22"/>
          <w:lang w:val="es-ES_tradnl"/>
        </w:rPr>
      </w:pP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El propietario de EBS, Jürgen</w:t>
      </w:r>
      <w:r>
        <w:rPr>
          <w:rFonts w:cs="AvenirNextLTPro-Regular"/>
          <w:sz w:val="22"/>
          <w:szCs w:val="22"/>
          <w:lang w:val="es-ES_tradnl"/>
        </w:rPr>
        <w:t xml:space="preserve"> </w:t>
      </w:r>
      <w:r w:rsidRPr="002F6E6A">
        <w:rPr>
          <w:rFonts w:cs="AvenirNextLTPro-Regular"/>
          <w:sz w:val="22"/>
          <w:szCs w:val="22"/>
          <w:lang w:val="es-ES_tradnl"/>
        </w:rPr>
        <w:t>Scharnbach, es especialista en la estabilización y el</w:t>
      </w:r>
      <w:r>
        <w:rPr>
          <w:rFonts w:cs="AvenirNextLTPro-Regular"/>
          <w:sz w:val="22"/>
          <w:szCs w:val="22"/>
          <w:lang w:val="es-ES_tradnl"/>
        </w:rPr>
        <w:t xml:space="preserve"> </w:t>
      </w:r>
      <w:r w:rsidRPr="002F6E6A">
        <w:rPr>
          <w:rFonts w:cs="AvenirNextLTPro-Regular"/>
          <w:sz w:val="22"/>
          <w:szCs w:val="22"/>
          <w:lang w:val="es-ES_tradnl"/>
        </w:rPr>
        <w:t>mejoramiento de suelos y hasta el día de hoy sigue</w:t>
      </w:r>
      <w:r>
        <w:rPr>
          <w:rFonts w:cs="AvenirNextLTPro-Regular"/>
          <w:sz w:val="22"/>
          <w:szCs w:val="22"/>
          <w:lang w:val="es-ES_tradnl"/>
        </w:rPr>
        <w:t xml:space="preserve"> </w:t>
      </w:r>
      <w:r w:rsidRPr="002F6E6A">
        <w:rPr>
          <w:rFonts w:cs="AvenirNextLTPro-Regular"/>
          <w:sz w:val="22"/>
          <w:szCs w:val="22"/>
          <w:lang w:val="es-ES_tradnl"/>
        </w:rPr>
        <w:t>teniendo éxito y está muy satisfecho con las máquinas</w:t>
      </w:r>
      <w:r>
        <w:rPr>
          <w:rFonts w:cs="AvenirNextLTPro-Regular"/>
          <w:sz w:val="22"/>
          <w:szCs w:val="22"/>
          <w:lang w:val="es-ES_tradnl"/>
        </w:rPr>
        <w:t xml:space="preserve"> </w:t>
      </w:r>
      <w:r w:rsidRPr="002F6E6A">
        <w:rPr>
          <w:rFonts w:cs="AvenirNextLTPro-Regular"/>
          <w:sz w:val="22"/>
          <w:szCs w:val="22"/>
          <w:lang w:val="es-ES_tradnl"/>
        </w:rPr>
        <w:t>de Wirtgen: «Las estabilizadoras de suelos de</w:t>
      </w:r>
      <w:r>
        <w:rPr>
          <w:rFonts w:cs="AvenirNextLTPro-Regular"/>
          <w:sz w:val="22"/>
          <w:szCs w:val="22"/>
          <w:lang w:val="es-ES_tradnl"/>
        </w:rPr>
        <w:t xml:space="preserve"> </w:t>
      </w:r>
      <w:r w:rsidRPr="002F6E6A">
        <w:rPr>
          <w:rFonts w:cs="AvenirNextLTPro-Regular"/>
          <w:sz w:val="22"/>
          <w:szCs w:val="22"/>
          <w:lang w:val="es-ES_tradnl"/>
        </w:rPr>
        <w:t>Wirtgen son las mejores máquinas del mercado,</w:t>
      </w:r>
      <w:r>
        <w:rPr>
          <w:rFonts w:cs="AvenirNextLTPro-Regular"/>
          <w:sz w:val="22"/>
          <w:szCs w:val="22"/>
          <w:lang w:val="es-ES_tradnl"/>
        </w:rPr>
        <w:t xml:space="preserve"> </w:t>
      </w:r>
      <w:r w:rsidRPr="002F6E6A">
        <w:rPr>
          <w:rFonts w:cs="AvenirNextLTPro-Regular"/>
          <w:sz w:val="22"/>
          <w:szCs w:val="22"/>
          <w:lang w:val="es-ES_tradnl"/>
        </w:rPr>
        <w:t>especialmente en cuanto a la velocidad de fresado,</w:t>
      </w:r>
      <w:r>
        <w:rPr>
          <w:rFonts w:cs="AvenirNextLTPro-Regular"/>
          <w:sz w:val="22"/>
          <w:szCs w:val="22"/>
          <w:lang w:val="es-ES_tradnl"/>
        </w:rPr>
        <w:t xml:space="preserve"> </w:t>
      </w:r>
      <w:r w:rsidRPr="002F6E6A">
        <w:rPr>
          <w:rFonts w:cs="AvenirNextLTPro-Regular"/>
          <w:sz w:val="22"/>
          <w:szCs w:val="22"/>
          <w:lang w:val="es-ES_tradnl"/>
        </w:rPr>
        <w:t>durabilidad y manejo».</w:t>
      </w:r>
    </w:p>
    <w:p w:rsidR="00285B1A" w:rsidRPr="002F6E6A" w:rsidRDefault="00285B1A" w:rsidP="00285B1A">
      <w:pPr>
        <w:autoSpaceDE w:val="0"/>
        <w:autoSpaceDN w:val="0"/>
        <w:adjustRightInd w:val="0"/>
        <w:spacing w:line="276" w:lineRule="auto"/>
        <w:jc w:val="both"/>
        <w:rPr>
          <w:rFonts w:cs="AvenirNextLTPro-Regular"/>
          <w:sz w:val="22"/>
          <w:szCs w:val="22"/>
          <w:lang w:val="es-ES_tradnl"/>
        </w:rPr>
      </w:pP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Strabag AG, en su función de contratista principal</w:t>
      </w:r>
      <w:r>
        <w:rPr>
          <w:rFonts w:cs="AvenirNextLTPro-Regular"/>
          <w:sz w:val="22"/>
          <w:szCs w:val="22"/>
          <w:lang w:val="es-ES_tradnl"/>
        </w:rPr>
        <w:t xml:space="preserve"> </w:t>
      </w:r>
      <w:r w:rsidRPr="002F6E6A">
        <w:rPr>
          <w:rFonts w:cs="AvenirNextLTPro-Regular"/>
          <w:sz w:val="22"/>
          <w:szCs w:val="22"/>
          <w:lang w:val="es-ES_tradnl"/>
        </w:rPr>
        <w:t>para la obra de ingeniería civil, tenía listos unos</w:t>
      </w:r>
      <w:r>
        <w:rPr>
          <w:rFonts w:cs="AvenirNextLTPro-Regular"/>
          <w:sz w:val="22"/>
          <w:szCs w:val="22"/>
          <w:lang w:val="es-ES_tradnl"/>
        </w:rPr>
        <w:t xml:space="preserve"> </w:t>
      </w:r>
      <w:r w:rsidRPr="002F6E6A">
        <w:rPr>
          <w:rFonts w:cs="AvenirNextLTPro-Regular"/>
          <w:sz w:val="22"/>
          <w:szCs w:val="22"/>
          <w:lang w:val="es-ES_tradnl"/>
        </w:rPr>
        <w:t>compactadores de Hamm para iniciar la tarea muy</w:t>
      </w:r>
      <w:r>
        <w:rPr>
          <w:rFonts w:cs="AvenirNextLTPro-Regular"/>
          <w:sz w:val="22"/>
          <w:szCs w:val="22"/>
          <w:lang w:val="es-ES_tradnl"/>
        </w:rPr>
        <w:t xml:space="preserve"> </w:t>
      </w:r>
      <w:r w:rsidRPr="002F6E6A">
        <w:rPr>
          <w:rFonts w:cs="AvenirNextLTPro-Regular"/>
          <w:sz w:val="22"/>
          <w:szCs w:val="22"/>
          <w:lang w:val="es-ES_tradnl"/>
        </w:rPr>
        <w:t xml:space="preserve">importante de </w:t>
      </w:r>
      <w:r w:rsidRPr="002F6E6A">
        <w:rPr>
          <w:rFonts w:cs="AvenirNextLTPro-Regular"/>
          <w:sz w:val="22"/>
          <w:szCs w:val="22"/>
          <w:lang w:val="es-ES_tradnl"/>
        </w:rPr>
        <w:lastRenderedPageBreak/>
        <w:t>compactar después de que se hubiera</w:t>
      </w:r>
      <w:r>
        <w:rPr>
          <w:rFonts w:cs="AvenirNextLTPro-Regular"/>
          <w:sz w:val="22"/>
          <w:szCs w:val="22"/>
          <w:lang w:val="es-ES_tradnl"/>
        </w:rPr>
        <w:t xml:space="preserve"> </w:t>
      </w:r>
      <w:r w:rsidRPr="002F6E6A">
        <w:rPr>
          <w:rFonts w:cs="AvenirNextLTPro-Regular"/>
          <w:sz w:val="22"/>
          <w:szCs w:val="22"/>
          <w:lang w:val="es-ES_tradnl"/>
        </w:rPr>
        <w:t>mezclado el aglutinante. Varios compactadores</w:t>
      </w:r>
      <w:r>
        <w:rPr>
          <w:rFonts w:cs="AvenirNextLTPro-Regular"/>
          <w:sz w:val="22"/>
          <w:szCs w:val="22"/>
          <w:lang w:val="es-ES_tradnl"/>
        </w:rPr>
        <w:t xml:space="preserve"> </w:t>
      </w:r>
      <w:r w:rsidRPr="002F6E6A">
        <w:rPr>
          <w:rFonts w:cs="AvenirNextLTPro-Regular"/>
          <w:sz w:val="22"/>
          <w:szCs w:val="22"/>
          <w:lang w:val="es-ES_tradnl"/>
        </w:rPr>
        <w:t>con pata de cabra se encargaron de las primeras</w:t>
      </w:r>
      <w:r>
        <w:rPr>
          <w:rFonts w:cs="AvenirNextLTPro-Regular"/>
          <w:sz w:val="22"/>
          <w:szCs w:val="22"/>
          <w:lang w:val="es-ES_tradnl"/>
        </w:rPr>
        <w:t xml:space="preserve"> </w:t>
      </w:r>
      <w:r w:rsidRPr="002F6E6A">
        <w:rPr>
          <w:rFonts w:cs="AvenirNextLTPro-Regular"/>
          <w:sz w:val="22"/>
          <w:szCs w:val="22"/>
          <w:lang w:val="es-ES_tradnl"/>
        </w:rPr>
        <w:t>pasadas, en parejas o en grupos de tres. A continuación,</w:t>
      </w:r>
      <w:r>
        <w:rPr>
          <w:rFonts w:cs="AvenirNextLTPro-Regular"/>
          <w:sz w:val="22"/>
          <w:szCs w:val="22"/>
          <w:lang w:val="es-ES_tradnl"/>
        </w:rPr>
        <w:t xml:space="preserve"> </w:t>
      </w:r>
      <w:r w:rsidRPr="002F6E6A">
        <w:rPr>
          <w:rFonts w:cs="AvenirNextLTPro-Regular"/>
          <w:sz w:val="22"/>
          <w:szCs w:val="22"/>
          <w:lang w:val="es-ES_tradnl"/>
        </w:rPr>
        <w:t>otros 2 compactadores lisos se encargaron de</w:t>
      </w:r>
      <w:r>
        <w:rPr>
          <w:rFonts w:cs="AvenirNextLTPro-Regular"/>
          <w:sz w:val="22"/>
          <w:szCs w:val="22"/>
          <w:lang w:val="es-ES_tradnl"/>
        </w:rPr>
        <w:t xml:space="preserve"> </w:t>
      </w:r>
      <w:r w:rsidRPr="002F6E6A">
        <w:rPr>
          <w:rFonts w:cs="AvenirNextLTPro-Regular"/>
          <w:sz w:val="22"/>
          <w:szCs w:val="22"/>
          <w:lang w:val="es-ES_tradnl"/>
        </w:rPr>
        <w:t xml:space="preserve">la compactación final. </w:t>
      </w:r>
    </w:p>
    <w:p w:rsidR="00285B1A" w:rsidRDefault="00285B1A" w:rsidP="00285B1A">
      <w:pPr>
        <w:autoSpaceDE w:val="0"/>
        <w:autoSpaceDN w:val="0"/>
        <w:adjustRightInd w:val="0"/>
        <w:spacing w:line="276" w:lineRule="auto"/>
        <w:jc w:val="both"/>
        <w:rPr>
          <w:rFonts w:cs="AvenirNextLTPro-Regular"/>
          <w:sz w:val="22"/>
          <w:szCs w:val="22"/>
          <w:lang w:val="es-ES_tradnl"/>
        </w:rPr>
      </w:pPr>
    </w:p>
    <w:p w:rsidR="00285B1A" w:rsidRDefault="00285B1A" w:rsidP="00285B1A">
      <w:pPr>
        <w:autoSpaceDE w:val="0"/>
        <w:autoSpaceDN w:val="0"/>
        <w:adjustRightInd w:val="0"/>
        <w:spacing w:line="276" w:lineRule="auto"/>
        <w:jc w:val="both"/>
        <w:rPr>
          <w:rFonts w:cs="AvenirNextLTPro-Regular"/>
          <w:sz w:val="22"/>
          <w:szCs w:val="22"/>
          <w:lang w:val="es-ES_tradnl"/>
        </w:rPr>
      </w:pPr>
      <w:r w:rsidRPr="002F6E6A">
        <w:rPr>
          <w:rFonts w:cs="AvenirNextLTPro-Regular"/>
          <w:sz w:val="22"/>
          <w:szCs w:val="22"/>
          <w:lang w:val="es-ES_tradnl"/>
        </w:rPr>
        <w:t>El resultado convence: «Todos</w:t>
      </w:r>
      <w:r>
        <w:rPr>
          <w:rFonts w:cs="AvenirNextLTPro-Regular"/>
          <w:sz w:val="22"/>
          <w:szCs w:val="22"/>
          <w:lang w:val="es-ES_tradnl"/>
        </w:rPr>
        <w:t xml:space="preserve"> </w:t>
      </w:r>
      <w:r w:rsidRPr="002F6E6A">
        <w:rPr>
          <w:rFonts w:cs="AvenirNextLTPro-Regular"/>
          <w:sz w:val="22"/>
          <w:szCs w:val="22"/>
          <w:lang w:val="es-ES_tradnl"/>
        </w:rPr>
        <w:t>los valores de la capacidad portante y la compactación</w:t>
      </w:r>
      <w:r>
        <w:rPr>
          <w:rFonts w:cs="AvenirNextLTPro-Regular"/>
          <w:sz w:val="22"/>
          <w:szCs w:val="22"/>
          <w:lang w:val="es-ES_tradnl"/>
        </w:rPr>
        <w:t xml:space="preserve"> </w:t>
      </w:r>
      <w:r w:rsidRPr="002F6E6A">
        <w:rPr>
          <w:rFonts w:cs="AvenirNextLTPro-Regular"/>
          <w:sz w:val="22"/>
          <w:szCs w:val="22"/>
          <w:lang w:val="es-ES_tradnl"/>
        </w:rPr>
        <w:t>cumplen las exigencias del contrato de construcción.</w:t>
      </w:r>
      <w:r>
        <w:rPr>
          <w:rFonts w:cs="AvenirNextLTPro-Regular"/>
          <w:sz w:val="22"/>
          <w:szCs w:val="22"/>
          <w:lang w:val="es-ES_tradnl"/>
        </w:rPr>
        <w:t xml:space="preserve"> </w:t>
      </w:r>
      <w:r w:rsidRPr="002F6E6A">
        <w:rPr>
          <w:rFonts w:cs="AvenirNextLTPro-Regular"/>
          <w:sz w:val="22"/>
          <w:szCs w:val="22"/>
          <w:lang w:val="es-ES_tradnl"/>
        </w:rPr>
        <w:t>Las capas de extendido son planas, libres</w:t>
      </w:r>
      <w:r>
        <w:rPr>
          <w:rFonts w:cs="AvenirNextLTPro-Regular"/>
          <w:sz w:val="22"/>
          <w:szCs w:val="22"/>
          <w:lang w:val="es-ES_tradnl"/>
        </w:rPr>
        <w:t xml:space="preserve"> </w:t>
      </w:r>
      <w:r w:rsidRPr="002F6E6A">
        <w:rPr>
          <w:rFonts w:cs="AvenirNextLTPro-Regular"/>
          <w:sz w:val="22"/>
          <w:szCs w:val="22"/>
          <w:lang w:val="es-ES_tradnl"/>
        </w:rPr>
        <w:t>de fisuras y lisas, !de película!», comenta Eduard</w:t>
      </w:r>
      <w:r>
        <w:rPr>
          <w:rFonts w:cs="AvenirNextLTPro-Regular"/>
          <w:sz w:val="22"/>
          <w:szCs w:val="22"/>
          <w:lang w:val="es-ES_tradnl"/>
        </w:rPr>
        <w:t xml:space="preserve"> </w:t>
      </w:r>
      <w:r w:rsidRPr="002F6E6A">
        <w:rPr>
          <w:rFonts w:cs="AvenirNextLTPro-Regular"/>
          <w:sz w:val="22"/>
          <w:szCs w:val="22"/>
          <w:lang w:val="es-ES_tradnl"/>
        </w:rPr>
        <w:t>Weber, responsable de realizar los ensayos de materiales,</w:t>
      </w:r>
      <w:r>
        <w:rPr>
          <w:rFonts w:cs="AvenirNextLTPro-Regular"/>
          <w:sz w:val="22"/>
          <w:szCs w:val="22"/>
          <w:lang w:val="es-ES_tradnl"/>
        </w:rPr>
        <w:t xml:space="preserve"> </w:t>
      </w:r>
      <w:r w:rsidRPr="002F6E6A">
        <w:rPr>
          <w:rFonts w:cs="AvenirNextLTPro-Regular"/>
          <w:sz w:val="22"/>
          <w:szCs w:val="22"/>
          <w:lang w:val="es-ES_tradnl"/>
        </w:rPr>
        <w:t>del laboratorio para carreteras y extendido</w:t>
      </w:r>
      <w:r>
        <w:rPr>
          <w:rFonts w:cs="AvenirNextLTPro-Regular"/>
          <w:sz w:val="22"/>
          <w:szCs w:val="22"/>
          <w:lang w:val="es-ES_tradnl"/>
        </w:rPr>
        <w:t xml:space="preserve"> </w:t>
      </w:r>
      <w:r w:rsidRPr="002F6E6A">
        <w:rPr>
          <w:rFonts w:cs="AvenirNextLTPro-Regular"/>
          <w:sz w:val="22"/>
          <w:szCs w:val="22"/>
          <w:lang w:val="es-ES_tradnl"/>
        </w:rPr>
        <w:t>de hormigón (sbt, por sus siglas en alemán) encargado</w:t>
      </w:r>
      <w:r>
        <w:rPr>
          <w:rFonts w:cs="AvenirNextLTPro-Regular"/>
          <w:sz w:val="22"/>
          <w:szCs w:val="22"/>
          <w:lang w:val="es-ES_tradnl"/>
        </w:rPr>
        <w:t xml:space="preserve"> </w:t>
      </w:r>
      <w:r w:rsidRPr="002F6E6A">
        <w:rPr>
          <w:rFonts w:cs="AvenirNextLTPro-Regular"/>
          <w:sz w:val="22"/>
          <w:szCs w:val="22"/>
          <w:lang w:val="es-ES_tradnl"/>
        </w:rPr>
        <w:t>del control de calidad.</w:t>
      </w:r>
    </w:p>
    <w:p w:rsidR="00285B1A" w:rsidRPr="002F6E6A" w:rsidRDefault="00285B1A" w:rsidP="00285B1A">
      <w:pPr>
        <w:autoSpaceDE w:val="0"/>
        <w:autoSpaceDN w:val="0"/>
        <w:adjustRightInd w:val="0"/>
        <w:spacing w:line="276" w:lineRule="auto"/>
        <w:jc w:val="both"/>
        <w:rPr>
          <w:rFonts w:cs="AvenirNextLTPro-Regular"/>
          <w:sz w:val="22"/>
          <w:szCs w:val="22"/>
          <w:lang w:val="es-ES_tradnl"/>
        </w:rPr>
      </w:pPr>
    </w:p>
    <w:p w:rsidR="00285B1A" w:rsidRPr="00C838E0" w:rsidRDefault="00285B1A" w:rsidP="00285B1A">
      <w:pPr>
        <w:autoSpaceDE w:val="0"/>
        <w:autoSpaceDN w:val="0"/>
        <w:adjustRightInd w:val="0"/>
        <w:spacing w:line="276" w:lineRule="auto"/>
        <w:jc w:val="both"/>
        <w:rPr>
          <w:rFonts w:cs="AvenirNextLTPro-Demi"/>
          <w:b/>
          <w:sz w:val="22"/>
          <w:szCs w:val="22"/>
          <w:lang w:val="es-ES_tradnl"/>
        </w:rPr>
      </w:pPr>
      <w:r w:rsidRPr="00C838E0">
        <w:rPr>
          <w:rFonts w:cs="AvenirNextLTPro-Demi"/>
          <w:b/>
          <w:sz w:val="22"/>
          <w:szCs w:val="22"/>
          <w:lang w:val="es-ES_tradnl"/>
        </w:rPr>
        <w:t>Un dúo de marcas experimentado con muchas ventajas</w:t>
      </w:r>
    </w:p>
    <w:p w:rsidR="00285B1A" w:rsidRPr="002F6E6A" w:rsidRDefault="00285B1A" w:rsidP="00285B1A">
      <w:pPr>
        <w:autoSpaceDE w:val="0"/>
        <w:autoSpaceDN w:val="0"/>
        <w:adjustRightInd w:val="0"/>
        <w:spacing w:line="276" w:lineRule="auto"/>
        <w:jc w:val="both"/>
        <w:rPr>
          <w:sz w:val="22"/>
          <w:szCs w:val="22"/>
          <w:lang w:val="es-ES_tradnl"/>
        </w:rPr>
      </w:pPr>
      <w:r w:rsidRPr="002F6E6A">
        <w:rPr>
          <w:rFonts w:cs="AvenirNextLTPro-Regular"/>
          <w:sz w:val="22"/>
          <w:szCs w:val="22"/>
          <w:lang w:val="es-ES_tradnl"/>
        </w:rPr>
        <w:t>Las directoras de obra Kristina Fischer y Siena</w:t>
      </w:r>
      <w:r>
        <w:rPr>
          <w:rFonts w:cs="AvenirNextLTPro-Regular"/>
          <w:sz w:val="22"/>
          <w:szCs w:val="22"/>
          <w:lang w:val="es-ES_tradnl"/>
        </w:rPr>
        <w:t xml:space="preserve"> </w:t>
      </w:r>
      <w:r w:rsidRPr="002F6E6A">
        <w:rPr>
          <w:rFonts w:cs="AvenirNextLTPro-Regular"/>
          <w:sz w:val="22"/>
          <w:szCs w:val="22"/>
          <w:lang w:val="es-ES_tradnl"/>
        </w:rPr>
        <w:t>Schneider</w:t>
      </w:r>
      <w:r>
        <w:rPr>
          <w:rFonts w:cs="AvenirNextLTPro-Regular"/>
          <w:sz w:val="22"/>
          <w:szCs w:val="22"/>
          <w:lang w:val="es-ES_tradnl"/>
        </w:rPr>
        <w:t xml:space="preserve"> </w:t>
      </w:r>
      <w:r w:rsidRPr="002F6E6A">
        <w:rPr>
          <w:rFonts w:cs="AvenirNextLTPro-Regular"/>
          <w:sz w:val="22"/>
          <w:szCs w:val="22"/>
          <w:lang w:val="es-ES_tradnl"/>
        </w:rPr>
        <w:t>de Strabag AG también están muy satisfechas</w:t>
      </w:r>
      <w:r>
        <w:rPr>
          <w:rFonts w:cs="AvenirNextLTPro-Regular"/>
          <w:sz w:val="22"/>
          <w:szCs w:val="22"/>
          <w:lang w:val="es-ES_tradnl"/>
        </w:rPr>
        <w:t xml:space="preserve"> </w:t>
      </w:r>
      <w:r w:rsidRPr="002F6E6A">
        <w:rPr>
          <w:rFonts w:cs="AvenirNextLTPro-Regular"/>
          <w:sz w:val="22"/>
          <w:szCs w:val="22"/>
          <w:lang w:val="es-ES_tradnl"/>
        </w:rPr>
        <w:t>con los resultados del trabajo de las máquinas.</w:t>
      </w:r>
      <w:r>
        <w:rPr>
          <w:rFonts w:cs="AvenirNextLTPro-Regular"/>
          <w:sz w:val="22"/>
          <w:szCs w:val="22"/>
          <w:lang w:val="es-ES_tradnl"/>
        </w:rPr>
        <w:t xml:space="preserve"> </w:t>
      </w:r>
      <w:r w:rsidRPr="002F6E6A">
        <w:rPr>
          <w:rFonts w:cs="AvenirNextLTPro-Regular"/>
          <w:sz w:val="22"/>
          <w:szCs w:val="22"/>
          <w:lang w:val="es-ES_tradnl"/>
        </w:rPr>
        <w:t>«Hasta ahora solo hemos tenido que frenar</w:t>
      </w:r>
      <w:r>
        <w:rPr>
          <w:rFonts w:cs="AvenirNextLTPro-Regular"/>
          <w:sz w:val="22"/>
          <w:szCs w:val="22"/>
          <w:lang w:val="es-ES_tradnl"/>
        </w:rPr>
        <w:t xml:space="preserve"> </w:t>
      </w:r>
      <w:r w:rsidRPr="002F6E6A">
        <w:rPr>
          <w:rFonts w:cs="AvenirNextLTPro-Regular"/>
          <w:sz w:val="22"/>
          <w:szCs w:val="22"/>
          <w:lang w:val="es-ES_tradnl"/>
        </w:rPr>
        <w:t>nuestros planes debido a fuertes heladas o lluvias</w:t>
      </w:r>
      <w:r>
        <w:rPr>
          <w:rFonts w:cs="AvenirNextLTPro-Regular"/>
          <w:sz w:val="22"/>
          <w:szCs w:val="22"/>
          <w:lang w:val="es-ES_tradnl"/>
        </w:rPr>
        <w:t xml:space="preserve"> </w:t>
      </w:r>
      <w:r w:rsidRPr="002F6E6A">
        <w:rPr>
          <w:rFonts w:cs="AvenirNextLTPro-Regular"/>
          <w:sz w:val="22"/>
          <w:szCs w:val="22"/>
          <w:lang w:val="es-ES_tradnl"/>
        </w:rPr>
        <w:t>intensas. Todo lo contrario al equipo de estabilización</w:t>
      </w:r>
      <w:r>
        <w:rPr>
          <w:rFonts w:cs="AvenirNextLTPro-Regular"/>
          <w:sz w:val="22"/>
          <w:szCs w:val="22"/>
          <w:lang w:val="es-ES_tradnl"/>
        </w:rPr>
        <w:t xml:space="preserve"> </w:t>
      </w:r>
      <w:r w:rsidRPr="002F6E6A">
        <w:rPr>
          <w:rFonts w:cs="AvenirNextLTPro-Regular"/>
          <w:sz w:val="22"/>
          <w:szCs w:val="22"/>
          <w:lang w:val="es-ES_tradnl"/>
        </w:rPr>
        <w:t>de Wirtgen y Hamm. Las máquinas trabajan de</w:t>
      </w:r>
      <w:r>
        <w:rPr>
          <w:rFonts w:cs="AvenirNextLTPro-Regular"/>
          <w:sz w:val="22"/>
          <w:szCs w:val="22"/>
          <w:lang w:val="es-ES_tradnl"/>
        </w:rPr>
        <w:t xml:space="preserve"> </w:t>
      </w:r>
      <w:r w:rsidRPr="002F6E6A">
        <w:rPr>
          <w:rFonts w:cs="AvenirNextLTPro-Regular"/>
          <w:sz w:val="22"/>
          <w:szCs w:val="22"/>
          <w:lang w:val="es-ES_tradnl"/>
        </w:rPr>
        <w:t>una manera tan óptima y fiable, que no tenemos que</w:t>
      </w:r>
      <w:r>
        <w:rPr>
          <w:rFonts w:cs="AvenirNextLTPro-Regular"/>
          <w:sz w:val="22"/>
          <w:szCs w:val="22"/>
          <w:lang w:val="es-ES_tradnl"/>
        </w:rPr>
        <w:t xml:space="preserve"> </w:t>
      </w:r>
      <w:r w:rsidRPr="002F6E6A">
        <w:rPr>
          <w:rFonts w:cs="AvenirNextLTPro-Regular"/>
          <w:sz w:val="22"/>
          <w:szCs w:val="22"/>
          <w:lang w:val="es-ES_tradnl"/>
        </w:rPr>
        <w:t>preocuparnos por nada. Así debería ser siempre»,</w:t>
      </w:r>
      <w:r>
        <w:rPr>
          <w:rFonts w:cs="AvenirNextLTPro-Regular"/>
          <w:sz w:val="22"/>
          <w:szCs w:val="22"/>
          <w:lang w:val="es-ES_tradnl"/>
        </w:rPr>
        <w:t xml:space="preserve"> </w:t>
      </w:r>
      <w:r w:rsidRPr="002F6E6A">
        <w:rPr>
          <w:rFonts w:cs="AvenirNextLTPro-Regular"/>
          <w:sz w:val="22"/>
          <w:szCs w:val="22"/>
          <w:lang w:val="es-ES_tradnl"/>
        </w:rPr>
        <w:t>afirman las directoras de obra.</w:t>
      </w:r>
    </w:p>
    <w:p w:rsidR="00EC7A97" w:rsidRPr="00D658DA" w:rsidRDefault="00EC7A97" w:rsidP="006337F4">
      <w:pPr>
        <w:pStyle w:val="Text"/>
        <w:spacing w:line="276" w:lineRule="auto"/>
        <w:rPr>
          <w:rFonts w:ascii="Verdana" w:hAnsi="Verdana"/>
          <w:lang w:val="es-ES_tradnl"/>
        </w:rPr>
      </w:pPr>
    </w:p>
    <w:p w:rsidR="00456A6F" w:rsidRPr="00456A6F" w:rsidRDefault="00456A6F" w:rsidP="00456A6F">
      <w:pPr>
        <w:pStyle w:val="Text"/>
        <w:spacing w:line="276" w:lineRule="auto"/>
        <w:rPr>
          <w:rFonts w:ascii="Verdana" w:hAnsi="Verdana"/>
          <w:b/>
          <w:szCs w:val="22"/>
          <w:lang w:val="es-ES_tradnl"/>
        </w:rPr>
      </w:pPr>
      <w:r w:rsidRPr="00456A6F">
        <w:rPr>
          <w:rFonts w:ascii="Verdana" w:hAnsi="Verdana"/>
          <w:b/>
          <w:szCs w:val="22"/>
          <w:lang w:val="es-ES_tradnl"/>
        </w:rPr>
        <w:t>El círculo se está cerrando</w:t>
      </w:r>
    </w:p>
    <w:p w:rsidR="00456A6F" w:rsidRPr="00456A6F" w:rsidRDefault="00456A6F" w:rsidP="00456A6F">
      <w:pPr>
        <w:pStyle w:val="Text"/>
        <w:spacing w:line="276" w:lineRule="auto"/>
        <w:rPr>
          <w:szCs w:val="22"/>
          <w:lang w:val="es-ES_tradnl"/>
        </w:rPr>
      </w:pPr>
      <w:r w:rsidRPr="00456A6F">
        <w:rPr>
          <w:rFonts w:ascii="Verdana" w:hAnsi="Verdana"/>
          <w:szCs w:val="22"/>
          <w:lang w:val="es-ES_tradnl"/>
        </w:rPr>
        <w:t xml:space="preserve">Como era de esperar, los correspondientes trabajos de asfaltado de Bennighoven también se han realizado con máquinas del Wirtgen Group. Es por ello que, una de las primeras mezcladoras de asfalto de Benninghoven, construida hace más de 30 años en Ürzig y que ahora es propiedad de la empresa Juchem, se encargó de suministrar, entre otras cosas, el asfalto utilizado en los caminos, las calzadas, los aparcamientos y los depósitos del terreno empresarial nuevo, y que, a su vez, se extendió y se compactó con tecnologías del Wirtgen Group. </w:t>
      </w:r>
    </w:p>
    <w:p w:rsidR="00EC7A97" w:rsidRPr="00456A6F" w:rsidRDefault="00EC7A97" w:rsidP="006337F4">
      <w:pPr>
        <w:pStyle w:val="Text"/>
        <w:spacing w:line="276" w:lineRule="auto"/>
        <w:rPr>
          <w:lang w:val="es-ES_tradnl"/>
        </w:rPr>
      </w:pPr>
    </w:p>
    <w:p w:rsidR="002E765F" w:rsidRPr="00456A6F" w:rsidRDefault="002E765F" w:rsidP="0030316D">
      <w:pPr>
        <w:pStyle w:val="Text"/>
        <w:rPr>
          <w:lang w:val="es-ES_tradnl"/>
        </w:rPr>
      </w:pPr>
      <w:r w:rsidRPr="00456A6F">
        <w:rPr>
          <w:lang w:val="es-ES_tradnl"/>
        </w:rPr>
        <w:br w:type="page"/>
      </w:r>
    </w:p>
    <w:p w:rsidR="0030316D" w:rsidRPr="0030316D" w:rsidRDefault="008427F2" w:rsidP="0030316D">
      <w:pPr>
        <w:pStyle w:val="HeadlineFotos"/>
      </w:pPr>
      <w:r w:rsidRPr="001B0A9E">
        <w:rPr>
          <w:rFonts w:eastAsia="Calibri" w:cs="Arial"/>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74"/>
        <w:gridCol w:w="4834"/>
      </w:tblGrid>
      <w:tr w:rsidR="000C063F" w:rsidRPr="0050020A" w:rsidTr="00D658DA">
        <w:trPr>
          <w:cnfStyle w:val="100000000000" w:firstRow="1" w:lastRow="0" w:firstColumn="0" w:lastColumn="0" w:oddVBand="0" w:evenVBand="0" w:oddHBand="0" w:evenHBand="0" w:firstRowFirstColumn="0" w:firstRowLastColumn="0" w:lastRowFirstColumn="0" w:lastRowLastColumn="0"/>
          <w:tblCellSpacing w:w="71" w:type="dxa"/>
        </w:trPr>
        <w:tc>
          <w:tcPr>
            <w:tcW w:w="4761" w:type="dxa"/>
            <w:tcBorders>
              <w:right w:val="single" w:sz="4" w:space="0" w:color="auto"/>
            </w:tcBorders>
          </w:tcPr>
          <w:p w:rsidR="00EC7A97" w:rsidRPr="00D166AC" w:rsidRDefault="00EC7A97" w:rsidP="00283846">
            <w:r>
              <w:rPr>
                <w:b/>
                <w:noProof/>
                <w:lang w:eastAsia="de-DE"/>
              </w:rPr>
              <w:drawing>
                <wp:inline distT="0" distB="0" distL="0" distR="0" wp14:anchorId="7AC8D38A" wp14:editId="05685830">
                  <wp:extent cx="2762386"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21" w:type="dxa"/>
          </w:tcPr>
          <w:p w:rsidR="00EC7A97" w:rsidRPr="00274AAE" w:rsidRDefault="00274AAE" w:rsidP="00EC7A97">
            <w:pPr>
              <w:pStyle w:val="berschrift3"/>
              <w:outlineLvl w:val="2"/>
              <w:rPr>
                <w:lang w:val="en-US"/>
              </w:rPr>
            </w:pPr>
            <w:r w:rsidRPr="00274AAE">
              <w:rPr>
                <w:lang w:val="en-US"/>
              </w:rPr>
              <w:t>W</w:t>
            </w:r>
            <w:r>
              <w:rPr>
                <w:lang w:val="en-US"/>
              </w:rPr>
              <w:t>G_photo_Benninghoven-New-</w:t>
            </w:r>
            <w:r w:rsidRPr="00274AAE">
              <w:rPr>
                <w:lang w:val="en-US"/>
              </w:rPr>
              <w:t>Headquarter_00079_PR.j</w:t>
            </w:r>
            <w:r>
              <w:rPr>
                <w:lang w:val="en-US"/>
              </w:rPr>
              <w:t>pg</w:t>
            </w:r>
          </w:p>
          <w:p w:rsidR="00EC7A97" w:rsidRPr="0050020A" w:rsidRDefault="0050020A" w:rsidP="00EC7A97">
            <w:pPr>
              <w:pStyle w:val="Text"/>
              <w:jc w:val="left"/>
              <w:rPr>
                <w:sz w:val="20"/>
                <w:lang w:val="es-ES_tradnl"/>
              </w:rPr>
            </w:pPr>
            <w:r w:rsidRPr="0050020A">
              <w:rPr>
                <w:sz w:val="20"/>
                <w:lang w:val="es-ES_tradnl"/>
              </w:rPr>
              <w:t>Las estabilizadoras de suelos incorporaron una mezcla de cal y cemento de 50 a 75 kg por m³ en cada capa del suelo, en suma, alrededor de 23°000 t sobre todo el terreno.</w:t>
            </w:r>
          </w:p>
        </w:tc>
      </w:tr>
    </w:tbl>
    <w:p w:rsidR="00EC7A97" w:rsidRPr="0050020A" w:rsidRDefault="00EC7A97" w:rsidP="00D166AC">
      <w:pPr>
        <w:pStyle w:val="Text"/>
        <w:rPr>
          <w:lang w:val="es-ES_tradnl"/>
        </w:rPr>
      </w:pPr>
    </w:p>
    <w:tbl>
      <w:tblPr>
        <w:tblStyle w:val="Basic"/>
        <w:tblW w:w="0" w:type="auto"/>
        <w:tblCellSpacing w:w="71" w:type="dxa"/>
        <w:tblLook w:val="04A0" w:firstRow="1" w:lastRow="0" w:firstColumn="1" w:lastColumn="0" w:noHBand="0" w:noVBand="1"/>
      </w:tblPr>
      <w:tblGrid>
        <w:gridCol w:w="4983"/>
        <w:gridCol w:w="4825"/>
      </w:tblGrid>
      <w:tr w:rsidR="000C063F" w:rsidRPr="00456A6F" w:rsidTr="0028384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C7A97" w:rsidRPr="00D166AC" w:rsidRDefault="00EC7A97" w:rsidP="00283846">
            <w:r>
              <w:rPr>
                <w:b/>
                <w:noProof/>
                <w:lang w:eastAsia="de-DE"/>
              </w:rPr>
              <w:drawing>
                <wp:inline distT="0" distB="0" distL="0" distR="0" wp14:anchorId="65CD5AF1" wp14:editId="1226CC4F">
                  <wp:extent cx="2762385" cy="1844039"/>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762385" cy="1844039"/>
                          </a:xfrm>
                          <a:prstGeom prst="rect">
                            <a:avLst/>
                          </a:prstGeom>
                          <a:noFill/>
                          <a:ln>
                            <a:noFill/>
                          </a:ln>
                        </pic:spPr>
                      </pic:pic>
                    </a:graphicData>
                  </a:graphic>
                </wp:inline>
              </w:drawing>
            </w:r>
          </w:p>
        </w:tc>
        <w:tc>
          <w:tcPr>
            <w:tcW w:w="4832" w:type="dxa"/>
          </w:tcPr>
          <w:p w:rsidR="00EC7A97" w:rsidRPr="00274AAE" w:rsidRDefault="00274AAE" w:rsidP="00EC7A97">
            <w:pPr>
              <w:pStyle w:val="berschrift3"/>
              <w:outlineLvl w:val="2"/>
              <w:rPr>
                <w:lang w:val="en-US"/>
              </w:rPr>
            </w:pPr>
            <w:r w:rsidRPr="00274AAE">
              <w:rPr>
                <w:lang w:val="en-US"/>
              </w:rPr>
              <w:t>WG_photo_Benninghoven-New-Headquarter_00084_PR.jpg</w:t>
            </w:r>
          </w:p>
          <w:p w:rsidR="004753C1" w:rsidRPr="00274AAE" w:rsidRDefault="004753C1" w:rsidP="000C063F">
            <w:pPr>
              <w:pStyle w:val="Text"/>
              <w:jc w:val="left"/>
              <w:rPr>
                <w:sz w:val="20"/>
                <w:highlight w:val="yellow"/>
                <w:lang w:val="en-US"/>
              </w:rPr>
            </w:pPr>
          </w:p>
          <w:p w:rsidR="00EC7A97" w:rsidRPr="004753C1" w:rsidRDefault="004753C1" w:rsidP="000C063F">
            <w:pPr>
              <w:pStyle w:val="Text"/>
              <w:jc w:val="left"/>
              <w:rPr>
                <w:sz w:val="20"/>
                <w:lang w:val="es-ES_tradnl"/>
              </w:rPr>
            </w:pPr>
            <w:r w:rsidRPr="004753C1">
              <w:rPr>
                <w:sz w:val="20"/>
                <w:lang w:val="es-ES_tradnl"/>
              </w:rPr>
              <w:t>Compactadores con pata de cabra se encargaron de las primeras pasadas de compactación. A continuación, compactadores lisos se encargaron e la compactación final</w:t>
            </w:r>
            <w:r w:rsidR="000C063F" w:rsidRPr="004753C1">
              <w:rPr>
                <w:sz w:val="20"/>
                <w:lang w:val="es-ES_tradnl"/>
              </w:rPr>
              <w:t xml:space="preserve">. </w:t>
            </w:r>
          </w:p>
        </w:tc>
      </w:tr>
    </w:tbl>
    <w:p w:rsidR="00EC7A97" w:rsidRDefault="00EC7A97" w:rsidP="00D166AC">
      <w:pPr>
        <w:pStyle w:val="Text"/>
        <w:rPr>
          <w:lang w:val="es-ES_tradnl"/>
        </w:rPr>
      </w:pPr>
    </w:p>
    <w:tbl>
      <w:tblPr>
        <w:tblStyle w:val="Basic"/>
        <w:tblW w:w="0" w:type="auto"/>
        <w:tblCellSpacing w:w="71" w:type="dxa"/>
        <w:tblLook w:val="04A0" w:firstRow="1" w:lastRow="0" w:firstColumn="1" w:lastColumn="0" w:noHBand="0" w:noVBand="1"/>
      </w:tblPr>
      <w:tblGrid>
        <w:gridCol w:w="4992"/>
        <w:gridCol w:w="4816"/>
      </w:tblGrid>
      <w:tr w:rsidR="00D658DA" w:rsidRPr="0050020A" w:rsidTr="002B2E59">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D658DA" w:rsidRPr="00D166AC" w:rsidRDefault="00D658DA" w:rsidP="002B2E59">
            <w:r>
              <w:rPr>
                <w:b/>
                <w:noProof/>
                <w:lang w:eastAsia="de-DE"/>
              </w:rPr>
              <w:drawing>
                <wp:inline distT="0" distB="0" distL="0" distR="0" wp14:anchorId="11853564" wp14:editId="3E5DF719">
                  <wp:extent cx="2762386" cy="1844039"/>
                  <wp:effectExtent l="0" t="0" r="0"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03" w:type="dxa"/>
          </w:tcPr>
          <w:p w:rsidR="00D658DA" w:rsidRPr="00274AAE" w:rsidRDefault="00274AAE" w:rsidP="002B2E59">
            <w:pPr>
              <w:pStyle w:val="berschrift3"/>
              <w:outlineLvl w:val="2"/>
              <w:rPr>
                <w:lang w:val="en-US"/>
              </w:rPr>
            </w:pPr>
            <w:r w:rsidRPr="00274AAE">
              <w:rPr>
                <w:lang w:val="en-US"/>
              </w:rPr>
              <w:t>WG_photo_Benninghoven-New-Headquarter_00082_PR.jpg</w:t>
            </w:r>
          </w:p>
          <w:p w:rsidR="00D658DA" w:rsidRPr="0050020A" w:rsidRDefault="0050020A" w:rsidP="002B2E59">
            <w:pPr>
              <w:pStyle w:val="Text"/>
              <w:jc w:val="left"/>
              <w:rPr>
                <w:sz w:val="20"/>
                <w:lang w:val="es-ES_tradnl"/>
              </w:rPr>
            </w:pPr>
            <w:r w:rsidRPr="0050020A">
              <w:rPr>
                <w:sz w:val="20"/>
                <w:lang w:val="es-ES_tradnl"/>
              </w:rPr>
              <w:t>«Estamos muy contentos con el trabajo que realizan aquí las estabilizadoras de suelos de Wirtgen y los compactadores de Hamm», comentan con gran satisfacción los miembros del equipo de dirección de obra de Strabag AG, compuesto por: la directora de obra, Kristina Fischer, la ingeniera diplomada (FH), Siena Schneider, y el ingeniero diplomado, Thorsten Ragge.</w:t>
            </w:r>
          </w:p>
        </w:tc>
      </w:tr>
    </w:tbl>
    <w:p w:rsidR="00D658DA" w:rsidRPr="004753C1" w:rsidRDefault="00D658DA" w:rsidP="00D166AC">
      <w:pPr>
        <w:pStyle w:val="Text"/>
        <w:rPr>
          <w:lang w:val="es-ES_tradnl"/>
        </w:rPr>
      </w:pPr>
    </w:p>
    <w:p w:rsidR="00D9754D" w:rsidRPr="004753C1" w:rsidRDefault="00D9754D">
      <w:pPr>
        <w:rPr>
          <w:rFonts w:eastAsia="Calibri" w:cs="Arial"/>
          <w:b/>
          <w:sz w:val="22"/>
          <w:szCs w:val="22"/>
          <w:lang w:val="es-ES_tradnl"/>
        </w:rPr>
      </w:pPr>
      <w:r w:rsidRPr="004753C1">
        <w:rPr>
          <w:rFonts w:eastAsia="Calibri" w:cs="Arial"/>
          <w:caps/>
          <w:szCs w:val="22"/>
          <w:lang w:val="es-ES_tradnl"/>
        </w:rPr>
        <w:br w:type="page"/>
      </w:r>
    </w:p>
    <w:p w:rsidR="00D9754D" w:rsidRDefault="00D9754D" w:rsidP="00D9754D">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76"/>
        <w:gridCol w:w="4832"/>
      </w:tblGrid>
      <w:tr w:rsidR="00BC2355" w:rsidRPr="0050020A" w:rsidTr="00D658DA">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C2355" w:rsidRPr="00D166AC" w:rsidRDefault="00BC2355" w:rsidP="0031074A">
            <w:r>
              <w:rPr>
                <w:b/>
                <w:noProof/>
                <w:lang w:eastAsia="de-DE"/>
              </w:rPr>
              <w:drawing>
                <wp:inline distT="0" distB="0" distL="0" distR="0" wp14:anchorId="1857D56F" wp14:editId="7CA3C542">
                  <wp:extent cx="2766060" cy="1844039"/>
                  <wp:effectExtent l="0" t="0" r="0" b="4445"/>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766060" cy="1844039"/>
                          </a:xfrm>
                          <a:prstGeom prst="rect">
                            <a:avLst/>
                          </a:prstGeom>
                          <a:noFill/>
                          <a:ln>
                            <a:noFill/>
                          </a:ln>
                        </pic:spPr>
                      </pic:pic>
                    </a:graphicData>
                  </a:graphic>
                </wp:inline>
              </w:drawing>
            </w:r>
          </w:p>
        </w:tc>
        <w:tc>
          <w:tcPr>
            <w:tcW w:w="4619" w:type="dxa"/>
          </w:tcPr>
          <w:p w:rsidR="00BC2355" w:rsidRPr="002665BC" w:rsidRDefault="00274AAE" w:rsidP="0031074A">
            <w:pPr>
              <w:pStyle w:val="berschrift3"/>
              <w:outlineLvl w:val="2"/>
            </w:pPr>
            <w:r>
              <w:t>WG_photo_Education_00022_PR.jpg</w:t>
            </w:r>
          </w:p>
          <w:p w:rsidR="00BC2355" w:rsidRPr="0050020A" w:rsidRDefault="0050020A" w:rsidP="0031074A">
            <w:pPr>
              <w:pStyle w:val="Text"/>
              <w:jc w:val="left"/>
              <w:rPr>
                <w:sz w:val="20"/>
                <w:lang w:val="es-ES_tradnl"/>
              </w:rPr>
            </w:pPr>
            <w:r w:rsidRPr="0050020A">
              <w:rPr>
                <w:sz w:val="20"/>
                <w:lang w:val="es-ES_tradnl"/>
              </w:rPr>
              <w:t>Durante sus jornadas tecnológicas, los aprendices del Wirtgen Group se encargaron de aplicar la resistente capa base del futuro aparcamiento para empleados.</w:t>
            </w:r>
          </w:p>
        </w:tc>
      </w:tr>
    </w:tbl>
    <w:p w:rsidR="00BC2355" w:rsidRPr="0050020A" w:rsidRDefault="00BC2355" w:rsidP="00D166AC">
      <w:pPr>
        <w:pStyle w:val="Text"/>
        <w:rPr>
          <w:lang w:val="es-ES_tradnl"/>
        </w:rPr>
      </w:pPr>
    </w:p>
    <w:tbl>
      <w:tblPr>
        <w:tblStyle w:val="Basic"/>
        <w:tblW w:w="0" w:type="auto"/>
        <w:tblCellSpacing w:w="71" w:type="dxa"/>
        <w:tblLook w:val="04A0" w:firstRow="1" w:lastRow="0" w:firstColumn="1" w:lastColumn="0" w:noHBand="0" w:noVBand="1"/>
      </w:tblPr>
      <w:tblGrid>
        <w:gridCol w:w="4984"/>
        <w:gridCol w:w="4824"/>
      </w:tblGrid>
      <w:tr w:rsidR="00BC2355" w:rsidRPr="0050020A" w:rsidTr="003107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50020A" w:rsidRDefault="0050020A" w:rsidP="0031074A"/>
          <w:p w:rsidR="0050020A" w:rsidRDefault="0050020A" w:rsidP="0031074A"/>
          <w:p w:rsidR="0050020A" w:rsidRDefault="0050020A" w:rsidP="0031074A"/>
          <w:p w:rsidR="0050020A" w:rsidRDefault="0050020A" w:rsidP="0031074A"/>
          <w:p w:rsidR="00BC2355" w:rsidRPr="00D166AC" w:rsidRDefault="00BC2355" w:rsidP="0031074A">
            <w:r>
              <w:rPr>
                <w:b/>
                <w:noProof/>
                <w:lang w:eastAsia="de-DE"/>
              </w:rPr>
              <w:drawing>
                <wp:inline distT="0" distB="0" distL="0" distR="0" wp14:anchorId="3E4AF0BE" wp14:editId="5C02797F">
                  <wp:extent cx="2766059" cy="1553934"/>
                  <wp:effectExtent l="0" t="0" r="0" b="825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766059" cy="1553934"/>
                          </a:xfrm>
                          <a:prstGeom prst="rect">
                            <a:avLst/>
                          </a:prstGeom>
                          <a:noFill/>
                          <a:ln>
                            <a:noFill/>
                          </a:ln>
                        </pic:spPr>
                      </pic:pic>
                    </a:graphicData>
                  </a:graphic>
                </wp:inline>
              </w:drawing>
            </w:r>
          </w:p>
        </w:tc>
        <w:tc>
          <w:tcPr>
            <w:tcW w:w="4832" w:type="dxa"/>
          </w:tcPr>
          <w:p w:rsidR="00BC2355" w:rsidRPr="0050020A" w:rsidRDefault="00274AAE" w:rsidP="00BC2355">
            <w:pPr>
              <w:pStyle w:val="berschrift3"/>
              <w:outlineLvl w:val="2"/>
              <w:rPr>
                <w:lang w:val="en-US"/>
              </w:rPr>
            </w:pPr>
            <w:r w:rsidRPr="0050020A">
              <w:rPr>
                <w:lang w:val="en-US"/>
              </w:rPr>
              <w:t>WG_photo_Benninghoven-New-Headquarter_00087_PR.jpg</w:t>
            </w:r>
          </w:p>
          <w:p w:rsidR="00BC2355" w:rsidRPr="0050020A" w:rsidRDefault="0050020A" w:rsidP="00BC2355">
            <w:pPr>
              <w:pStyle w:val="Text"/>
              <w:jc w:val="left"/>
              <w:rPr>
                <w:sz w:val="20"/>
                <w:lang w:val="es-ES_tradnl"/>
              </w:rPr>
            </w:pPr>
            <w:r w:rsidRPr="0050020A">
              <w:rPr>
                <w:sz w:val="20"/>
                <w:lang w:val="es-ES_tradnl"/>
              </w:rPr>
              <w:t>Ya está construida la totalidad de las naves de producción y los edificios administrativos. El acabado interior sigue avanzando, esto quiere decir que las instalaciones eléctricas, el sistema de ventilación/calefacción, así como la estructura en seco y los componentes de las herramientas grandes, como el equipo de recubrimiento de polvo, ya se están preinstalando en las naves de producción.</w:t>
            </w:r>
          </w:p>
        </w:tc>
      </w:tr>
    </w:tbl>
    <w:p w:rsidR="00BC2355" w:rsidRPr="0050020A" w:rsidRDefault="00BC2355" w:rsidP="00D166AC">
      <w:pPr>
        <w:pStyle w:val="Text"/>
        <w:rPr>
          <w:lang w:val="es-ES_tradnl"/>
        </w:rPr>
      </w:pPr>
    </w:p>
    <w:p w:rsidR="00375634" w:rsidRPr="002657E9" w:rsidRDefault="00375634" w:rsidP="00375634">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375634" w:rsidRPr="0050020A" w:rsidRDefault="00375634" w:rsidP="00375634">
      <w:pPr>
        <w:pStyle w:val="Text"/>
        <w:rPr>
          <w:sz w:val="28"/>
          <w:szCs w:val="28"/>
          <w:lang w:val="es-ES_tradnl"/>
        </w:rPr>
      </w:pPr>
    </w:p>
    <w:tbl>
      <w:tblPr>
        <w:tblStyle w:val="Basic"/>
        <w:tblW w:w="0" w:type="auto"/>
        <w:tblLook w:val="04A0" w:firstRow="1" w:lastRow="0" w:firstColumn="1" w:lastColumn="0" w:noHBand="0" w:noVBand="1"/>
      </w:tblPr>
      <w:tblGrid>
        <w:gridCol w:w="4784"/>
        <w:gridCol w:w="4740"/>
      </w:tblGrid>
      <w:tr w:rsidR="00375634" w:rsidRPr="0043525C" w:rsidTr="0050020A">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75634" w:rsidRPr="000667C9" w:rsidRDefault="00375634" w:rsidP="00652E23">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375634" w:rsidRPr="00564374" w:rsidRDefault="00375634" w:rsidP="00652E23">
            <w:pPr>
              <w:pStyle w:val="Text"/>
              <w:rPr>
                <w:lang w:val="es-ES_tradnl"/>
              </w:rPr>
            </w:pPr>
            <w:r w:rsidRPr="00564374">
              <w:rPr>
                <w:lang w:val="es-ES_tradnl"/>
              </w:rPr>
              <w:t>WIRTGEN GmbH</w:t>
            </w:r>
          </w:p>
          <w:p w:rsidR="00375634" w:rsidRPr="00564374" w:rsidRDefault="00375634" w:rsidP="00652E23">
            <w:pPr>
              <w:pStyle w:val="Text"/>
              <w:rPr>
                <w:lang w:val="es-ES_tradnl"/>
              </w:rPr>
            </w:pPr>
            <w:r w:rsidRPr="00564374">
              <w:rPr>
                <w:lang w:val="es-ES_tradnl"/>
              </w:rPr>
              <w:t>Corporate Communications</w:t>
            </w:r>
          </w:p>
          <w:p w:rsidR="00375634" w:rsidRPr="00564374" w:rsidRDefault="00375634" w:rsidP="00652E23">
            <w:pPr>
              <w:pStyle w:val="Text"/>
              <w:rPr>
                <w:lang w:val="es-ES_tradnl"/>
              </w:rPr>
            </w:pPr>
            <w:r w:rsidRPr="00564374">
              <w:rPr>
                <w:lang w:val="es-ES_tradnl"/>
              </w:rPr>
              <w:t>Michaela Adams, Mario Linnemann</w:t>
            </w:r>
          </w:p>
          <w:p w:rsidR="00375634" w:rsidRPr="00375634" w:rsidRDefault="00375634" w:rsidP="00652E23">
            <w:pPr>
              <w:pStyle w:val="Text"/>
              <w:rPr>
                <w:lang w:val="es-ES_tradnl"/>
              </w:rPr>
            </w:pPr>
            <w:r w:rsidRPr="00375634">
              <w:rPr>
                <w:lang w:val="es-ES_tradnl"/>
              </w:rPr>
              <w:t>Reinhard-Wirtgen-Straße 2</w:t>
            </w:r>
          </w:p>
          <w:p w:rsidR="00375634" w:rsidRPr="004E2D46" w:rsidRDefault="00375634" w:rsidP="00652E23">
            <w:pPr>
              <w:pStyle w:val="Text"/>
            </w:pPr>
            <w:r w:rsidRPr="004E2D46">
              <w:t xml:space="preserve">53578 </w:t>
            </w:r>
            <w:proofErr w:type="spellStart"/>
            <w:r w:rsidRPr="004E2D46">
              <w:t>Windhagen</w:t>
            </w:r>
            <w:proofErr w:type="spellEnd"/>
          </w:p>
          <w:p w:rsidR="00375634" w:rsidRPr="004E2D46" w:rsidRDefault="00375634" w:rsidP="00652E23">
            <w:pPr>
              <w:pStyle w:val="Text"/>
            </w:pPr>
            <w:proofErr w:type="spellStart"/>
            <w:r w:rsidRPr="004E2D46">
              <w:t>Alemania</w:t>
            </w:r>
            <w:proofErr w:type="spellEnd"/>
          </w:p>
          <w:p w:rsidR="00375634" w:rsidRPr="004E2D46" w:rsidRDefault="00375634" w:rsidP="00652E23">
            <w:pPr>
              <w:pStyle w:val="Text"/>
            </w:pPr>
          </w:p>
          <w:p w:rsidR="00375634" w:rsidRPr="004E2D46" w:rsidRDefault="00375634" w:rsidP="00652E23">
            <w:pPr>
              <w:pStyle w:val="Text"/>
            </w:pPr>
            <w:proofErr w:type="spellStart"/>
            <w:r w:rsidRPr="004E2D46">
              <w:t>Teléfono</w:t>
            </w:r>
            <w:proofErr w:type="spellEnd"/>
            <w:r w:rsidRPr="004E2D46">
              <w:t xml:space="preserve">:   +49 (0) 2645 131 – </w:t>
            </w:r>
            <w:r>
              <w:t>4510</w:t>
            </w:r>
          </w:p>
          <w:p w:rsidR="00375634" w:rsidRPr="00564374" w:rsidRDefault="00375634" w:rsidP="00652E23">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375634" w:rsidRPr="00564374" w:rsidRDefault="00375634" w:rsidP="00652E23">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375634" w:rsidRPr="0043525C" w:rsidRDefault="00375634" w:rsidP="00652E23">
            <w:pPr>
              <w:pStyle w:val="Text"/>
              <w:rPr>
                <w:lang w:val="es-ES_tradnl"/>
              </w:rPr>
            </w:pPr>
            <w:r w:rsidRPr="0043525C">
              <w:rPr>
                <w:lang w:val="es-ES_tradnl"/>
              </w:rPr>
              <w:t>www.wirtgen.com</w:t>
            </w:r>
          </w:p>
        </w:tc>
        <w:tc>
          <w:tcPr>
            <w:tcW w:w="4740" w:type="dxa"/>
            <w:tcBorders>
              <w:left w:val="single" w:sz="48" w:space="0" w:color="FFFFFF" w:themeColor="background1"/>
            </w:tcBorders>
          </w:tcPr>
          <w:p w:rsidR="00375634" w:rsidRPr="0043525C" w:rsidRDefault="00375634" w:rsidP="00652E23">
            <w:pPr>
              <w:pStyle w:val="Text"/>
              <w:rPr>
                <w:lang w:val="es-ES_tradnl"/>
              </w:rPr>
            </w:pPr>
            <w:bookmarkStart w:id="0" w:name="_GoBack"/>
            <w:bookmarkEnd w:id="0"/>
          </w:p>
        </w:tc>
      </w:tr>
    </w:tbl>
    <w:p w:rsidR="00D166AC" w:rsidRPr="0050020A" w:rsidRDefault="00D166AC" w:rsidP="00D166AC">
      <w:pPr>
        <w:pStyle w:val="Text"/>
        <w:rPr>
          <w:sz w:val="2"/>
          <w:szCs w:val="2"/>
        </w:rPr>
      </w:pPr>
    </w:p>
    <w:sectPr w:rsidR="00D166AC" w:rsidRPr="0050020A"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F4" w:rsidRDefault="006337F4" w:rsidP="00E55534">
      <w:r>
        <w:separator/>
      </w:r>
    </w:p>
  </w:endnote>
  <w:endnote w:type="continuationSeparator" w:id="0">
    <w:p w:rsidR="006337F4" w:rsidRDefault="006337F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0020A">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F4" w:rsidRDefault="006337F4" w:rsidP="00E55534">
      <w:r>
        <w:separator/>
      </w:r>
    </w:p>
  </w:footnote>
  <w:footnote w:type="continuationSeparator" w:id="0">
    <w:p w:rsidR="006337F4" w:rsidRDefault="006337F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7F4"/>
    <w:rsid w:val="00042106"/>
    <w:rsid w:val="0005285B"/>
    <w:rsid w:val="00066D09"/>
    <w:rsid w:val="0009665C"/>
    <w:rsid w:val="000C063F"/>
    <w:rsid w:val="00103205"/>
    <w:rsid w:val="001108F1"/>
    <w:rsid w:val="0012026F"/>
    <w:rsid w:val="00132055"/>
    <w:rsid w:val="001374A4"/>
    <w:rsid w:val="001B16BB"/>
    <w:rsid w:val="00230177"/>
    <w:rsid w:val="00253A2E"/>
    <w:rsid w:val="00262491"/>
    <w:rsid w:val="002665BC"/>
    <w:rsid w:val="00274AAE"/>
    <w:rsid w:val="00285B1A"/>
    <w:rsid w:val="0029634D"/>
    <w:rsid w:val="002C687B"/>
    <w:rsid w:val="002E765F"/>
    <w:rsid w:val="002F108B"/>
    <w:rsid w:val="0030316D"/>
    <w:rsid w:val="0034191A"/>
    <w:rsid w:val="00343CC7"/>
    <w:rsid w:val="00375634"/>
    <w:rsid w:val="00384A08"/>
    <w:rsid w:val="003A753A"/>
    <w:rsid w:val="003E1CB6"/>
    <w:rsid w:val="003E3CF6"/>
    <w:rsid w:val="003E759F"/>
    <w:rsid w:val="003E7853"/>
    <w:rsid w:val="00403373"/>
    <w:rsid w:val="00406C81"/>
    <w:rsid w:val="00412545"/>
    <w:rsid w:val="00427118"/>
    <w:rsid w:val="00430BB0"/>
    <w:rsid w:val="00456A6F"/>
    <w:rsid w:val="004753C1"/>
    <w:rsid w:val="004B3EE3"/>
    <w:rsid w:val="004E6EF5"/>
    <w:rsid w:val="0050020A"/>
    <w:rsid w:val="00506409"/>
    <w:rsid w:val="00530E32"/>
    <w:rsid w:val="00550BFF"/>
    <w:rsid w:val="005711A3"/>
    <w:rsid w:val="00573B2B"/>
    <w:rsid w:val="005776E9"/>
    <w:rsid w:val="005A4F04"/>
    <w:rsid w:val="005B5793"/>
    <w:rsid w:val="006330A2"/>
    <w:rsid w:val="006337F4"/>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1F4"/>
    <w:rsid w:val="00A24EFC"/>
    <w:rsid w:val="00A66AA3"/>
    <w:rsid w:val="00A977CE"/>
    <w:rsid w:val="00AD131F"/>
    <w:rsid w:val="00AF3B3A"/>
    <w:rsid w:val="00AF6569"/>
    <w:rsid w:val="00B06265"/>
    <w:rsid w:val="00B34C3F"/>
    <w:rsid w:val="00B8180B"/>
    <w:rsid w:val="00B90F78"/>
    <w:rsid w:val="00BC2355"/>
    <w:rsid w:val="00BD1058"/>
    <w:rsid w:val="00BF56B2"/>
    <w:rsid w:val="00C457C3"/>
    <w:rsid w:val="00C644CA"/>
    <w:rsid w:val="00C73005"/>
    <w:rsid w:val="00CC4286"/>
    <w:rsid w:val="00CF36C9"/>
    <w:rsid w:val="00D04DCE"/>
    <w:rsid w:val="00D166AC"/>
    <w:rsid w:val="00D658DA"/>
    <w:rsid w:val="00D81FBE"/>
    <w:rsid w:val="00D9754D"/>
    <w:rsid w:val="00DB4BB0"/>
    <w:rsid w:val="00E14608"/>
    <w:rsid w:val="00E21E67"/>
    <w:rsid w:val="00E30EBF"/>
    <w:rsid w:val="00E52D70"/>
    <w:rsid w:val="00E55534"/>
    <w:rsid w:val="00E914D1"/>
    <w:rsid w:val="00EC7A97"/>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5B41A-2465-44B6-849C-9A1BC0D2D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4</Pages>
  <Words>871</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12</cp:revision>
  <dcterms:created xsi:type="dcterms:W3CDTF">2018-01-15T07:38:00Z</dcterms:created>
  <dcterms:modified xsi:type="dcterms:W3CDTF">2018-01-25T07:31:00Z</dcterms:modified>
</cp:coreProperties>
</file>